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6F1" w:rsidRDefault="006C46F1" w:rsidP="006C46F1"/>
    <w:p w:rsidR="006C46F1" w:rsidRPr="000F5722" w:rsidRDefault="000F5722" w:rsidP="006C46F1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 w:rsidR="009B1E25">
        <w:rPr>
          <w:b/>
          <w:sz w:val="24"/>
        </w:rPr>
        <w:t>, tzn. opravy/rekonstrukce chodníků</w:t>
      </w:r>
      <w:r w:rsidR="00895AC0">
        <w:rPr>
          <w:b/>
          <w:sz w:val="24"/>
        </w:rPr>
        <w:t xml:space="preserve"> (zpevněných ploch)</w:t>
      </w:r>
      <w:r w:rsidRPr="000F5722">
        <w:rPr>
          <w:b/>
          <w:sz w:val="24"/>
        </w:rPr>
        <w:t xml:space="preserve">: </w:t>
      </w:r>
    </w:p>
    <w:p w:rsidR="000F5722" w:rsidRDefault="000F5722" w:rsidP="006C46F1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530F6B" w:rsidRPr="00530F6B" w:rsidTr="00D13604">
        <w:trPr>
          <w:tblCellSpacing w:w="20" w:type="dxa"/>
          <w:jc w:val="center"/>
        </w:trPr>
        <w:tc>
          <w:tcPr>
            <w:tcW w:w="1264" w:type="dxa"/>
            <w:shd w:val="clear" w:color="auto" w:fill="92D050"/>
          </w:tcPr>
          <w:p w:rsidR="00530F6B" w:rsidRDefault="00530F6B" w:rsidP="006C46F1">
            <w:pPr>
              <w:rPr>
                <w:b/>
                <w:szCs w:val="20"/>
              </w:rPr>
            </w:pPr>
          </w:p>
          <w:p w:rsidR="006C46F1" w:rsidRPr="00530F6B" w:rsidRDefault="006C46F1" w:rsidP="006C46F1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6C46F1" w:rsidRDefault="00530F6B" w:rsidP="006C46F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="006C46F1" w:rsidRPr="00530F6B">
              <w:rPr>
                <w:b/>
                <w:szCs w:val="20"/>
              </w:rPr>
              <w:t>íslo</w:t>
            </w:r>
          </w:p>
          <w:p w:rsidR="00530F6B" w:rsidRPr="00530F6B" w:rsidRDefault="00530F6B" w:rsidP="006C46F1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DC1B90" w:rsidP="00CD320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="006C46F1"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92D050"/>
          </w:tcPr>
          <w:p w:rsidR="006C46F1" w:rsidRPr="00530F6B" w:rsidRDefault="006C46F1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92D050"/>
          </w:tcPr>
          <w:p w:rsidR="00530F6B" w:rsidRDefault="00530F6B" w:rsidP="00CD320B">
            <w:pPr>
              <w:rPr>
                <w:b/>
                <w:szCs w:val="20"/>
              </w:rPr>
            </w:pPr>
          </w:p>
          <w:p w:rsidR="006C46F1" w:rsidRPr="00530F6B" w:rsidRDefault="00530F6B" w:rsidP="00CD320B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  <w:tr w:rsidR="006C46F1" w:rsidRPr="00430A56" w:rsidTr="00530F6B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6C46F1" w:rsidRPr="00530F6B" w:rsidRDefault="006C46F1" w:rsidP="00530F6B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6C46F1" w:rsidRPr="00430A56" w:rsidRDefault="006C46F1" w:rsidP="00CD320B">
            <w:pPr>
              <w:rPr>
                <w:sz w:val="22"/>
                <w:szCs w:val="22"/>
              </w:rPr>
            </w:pPr>
          </w:p>
        </w:tc>
      </w:tr>
    </w:tbl>
    <w:p w:rsidR="006C46F1" w:rsidRDefault="006C46F1" w:rsidP="006C46F1"/>
    <w:p w:rsidR="00DC1B90" w:rsidRDefault="00DC1B90" w:rsidP="006C46F1"/>
    <w:p w:rsidR="00DC1B90" w:rsidRDefault="00DC1B90" w:rsidP="00220070">
      <w:pPr>
        <w:jc w:val="both"/>
      </w:pPr>
      <w:r>
        <w:t>Prohlašuji, že všechny údaje uvedené v tomto čestném prohlášení jsou pravdivé, uvedené zakázky byly provedeny řádně a včas v souladu se smlouvou a</w:t>
      </w:r>
      <w:r w:rsidR="00B071F7">
        <w:t> </w:t>
      </w:r>
      <w:r>
        <w:t>požadavky objednatelů.</w:t>
      </w:r>
    </w:p>
    <w:p w:rsidR="00DC1B90" w:rsidRDefault="00DC1B90" w:rsidP="00220070">
      <w:pPr>
        <w:jc w:val="both"/>
      </w:pPr>
    </w:p>
    <w:p w:rsidR="00DC1B90" w:rsidRDefault="00DC1B90" w:rsidP="00220070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 stavby, resp. dotázat se na údaje zde neuvedené.</w:t>
      </w:r>
    </w:p>
    <w:p w:rsidR="00DC1B90" w:rsidRDefault="00DC1B90" w:rsidP="006C46F1">
      <w:pPr>
        <w:rPr>
          <w:b/>
        </w:rPr>
      </w:pPr>
    </w:p>
    <w:p w:rsidR="00DC1B90" w:rsidRDefault="00DC1B90" w:rsidP="006C46F1">
      <w:pPr>
        <w:rPr>
          <w:b/>
        </w:rPr>
      </w:pPr>
    </w:p>
    <w:p w:rsidR="000B6779" w:rsidRDefault="000B6779" w:rsidP="006C46F1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  <w:szCs w:val="20"/>
        </w:rPr>
        <w:lastRenderedPageBreak/>
        <w:t>Přehledu nástrojů či pomůcek, provozních a technických zařízení: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pPr w:leftFromText="141" w:rightFromText="141" w:vertAnchor="text" w:tblpY="1"/>
        <w:tblOverlap w:val="never"/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F5722" w:rsidRPr="00530F6B" w:rsidTr="000619C2">
        <w:trPr>
          <w:tblCellSpacing w:w="20" w:type="dxa"/>
        </w:trPr>
        <w:tc>
          <w:tcPr>
            <w:tcW w:w="1264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0F5722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Druh / typ</w:t>
            </w:r>
          </w:p>
        </w:tc>
        <w:tc>
          <w:tcPr>
            <w:tcW w:w="3644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Rok výroby</w:t>
            </w:r>
          </w:p>
        </w:tc>
        <w:tc>
          <w:tcPr>
            <w:tcW w:w="1641" w:type="dxa"/>
            <w:shd w:val="clear" w:color="auto" w:fill="92D050"/>
          </w:tcPr>
          <w:p w:rsidR="000F5722" w:rsidRDefault="000F5722" w:rsidP="000619C2">
            <w:pPr>
              <w:rPr>
                <w:b/>
                <w:szCs w:val="20"/>
              </w:rPr>
            </w:pPr>
          </w:p>
          <w:p w:rsidR="000F5722" w:rsidRPr="00530F6B" w:rsidRDefault="000F5722" w:rsidP="000619C2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F5722" w:rsidRPr="00530F6B" w:rsidRDefault="000F5722" w:rsidP="000619C2">
            <w:pPr>
              <w:rPr>
                <w:b/>
                <w:szCs w:val="20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  <w:tr w:rsidR="000F5722" w:rsidRPr="00430A56" w:rsidTr="000619C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0619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12" w:type="dxa"/>
            <w:shd w:val="clear" w:color="auto" w:fill="auto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F5722" w:rsidRPr="00430A56" w:rsidRDefault="000F5722" w:rsidP="000619C2">
            <w:pPr>
              <w:rPr>
                <w:sz w:val="22"/>
                <w:szCs w:val="22"/>
              </w:rPr>
            </w:pPr>
          </w:p>
        </w:tc>
      </w:tr>
    </w:tbl>
    <w:p w:rsidR="006D52A0" w:rsidRDefault="000619C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br w:type="textWrapping" w:clear="all"/>
      </w:r>
    </w:p>
    <w:p w:rsidR="000F5722" w:rsidRDefault="000F5722" w:rsidP="000F5722">
      <w:pPr>
        <w:rPr>
          <w:b/>
          <w:sz w:val="24"/>
          <w:szCs w:val="20"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B6779" w:rsidRDefault="000B6779">
      <w:pPr>
        <w:rPr>
          <w:b/>
          <w:sz w:val="24"/>
          <w:szCs w:val="20"/>
        </w:rPr>
      </w:pPr>
    </w:p>
    <w:p w:rsidR="000B6779" w:rsidRDefault="000B6779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  <w:sz w:val="24"/>
          <w:szCs w:val="20"/>
        </w:rPr>
        <w:t>O</w:t>
      </w:r>
      <w:r w:rsidRPr="000F5722">
        <w:rPr>
          <w:b/>
          <w:sz w:val="24"/>
          <w:szCs w:val="20"/>
        </w:rPr>
        <w:t>svědčení o odborné kvalifikaci osob odpovědných za vedení realizace stavby:</w:t>
      </w:r>
    </w:p>
    <w:p w:rsidR="00FA19ED" w:rsidRDefault="00FA19ED" w:rsidP="000F5722">
      <w:pPr>
        <w:rPr>
          <w:rFonts w:cs="Arial"/>
          <w:b/>
          <w:color w:val="000000"/>
          <w:szCs w:val="20"/>
        </w:rPr>
      </w:pPr>
    </w:p>
    <w:p w:rsidR="00FA19ED" w:rsidRPr="00FA19ED" w:rsidRDefault="00FA19ED" w:rsidP="000F5722">
      <w:pPr>
        <w:rPr>
          <w:b/>
          <w:sz w:val="24"/>
          <w:szCs w:val="20"/>
        </w:rPr>
      </w:pPr>
      <w:r w:rsidRPr="00FA19ED">
        <w:rPr>
          <w:rFonts w:cs="Arial"/>
          <w:b/>
          <w:color w:val="000000"/>
          <w:szCs w:val="20"/>
        </w:rPr>
        <w:t>Doklad</w:t>
      </w:r>
      <w:r>
        <w:rPr>
          <w:rFonts w:cs="Arial"/>
          <w:b/>
          <w:color w:val="000000"/>
          <w:szCs w:val="20"/>
        </w:rPr>
        <w:t xml:space="preserve"> o odborné kvalifikaci odpovědné osoby</w:t>
      </w:r>
      <w:r w:rsidRPr="00FA19ED">
        <w:rPr>
          <w:rFonts w:cs="Arial"/>
          <w:b/>
          <w:color w:val="000000"/>
          <w:szCs w:val="20"/>
        </w:rPr>
        <w:t xml:space="preserve"> – zvláštní oprávnění stavbyvedoucího dle § 160 stavebního zákona - autorizace na dopravní stavby</w:t>
      </w:r>
      <w:r>
        <w:rPr>
          <w:rFonts w:cs="Arial"/>
          <w:b/>
          <w:color w:val="000000"/>
          <w:szCs w:val="20"/>
        </w:rPr>
        <w:t xml:space="preserve"> (dle smlouvy).</w:t>
      </w: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3346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2808"/>
        <w:gridCol w:w="2268"/>
        <w:gridCol w:w="1985"/>
        <w:gridCol w:w="1984"/>
        <w:gridCol w:w="2977"/>
      </w:tblGrid>
      <w:tr w:rsidR="000F5722" w:rsidRPr="00530F6B" w:rsidTr="00D13604">
        <w:trPr>
          <w:tblCellSpacing w:w="20" w:type="dxa"/>
        </w:trPr>
        <w:tc>
          <w:tcPr>
            <w:tcW w:w="126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Default="00DA7909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část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  <w:tc>
          <w:tcPr>
            <w:tcW w:w="276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Příjmení, jméno, titul</w:t>
            </w:r>
          </w:p>
        </w:tc>
        <w:tc>
          <w:tcPr>
            <w:tcW w:w="2228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Nejvyšší dosažené vzdělání</w:t>
            </w:r>
          </w:p>
        </w:tc>
        <w:tc>
          <w:tcPr>
            <w:tcW w:w="1945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Obor</w:t>
            </w:r>
          </w:p>
        </w:tc>
        <w:tc>
          <w:tcPr>
            <w:tcW w:w="1944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let praxe v oboru</w:t>
            </w:r>
          </w:p>
        </w:tc>
        <w:tc>
          <w:tcPr>
            <w:tcW w:w="2917" w:type="dxa"/>
            <w:shd w:val="clear" w:color="auto" w:fill="92D050"/>
            <w:vAlign w:val="center"/>
          </w:tcPr>
          <w:p w:rsidR="000F5722" w:rsidRDefault="000F5722" w:rsidP="000F5722">
            <w:pPr>
              <w:jc w:val="center"/>
              <w:rPr>
                <w:b/>
                <w:szCs w:val="20"/>
              </w:rPr>
            </w:pP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0F5722" w:rsidRPr="00530F6B" w:rsidRDefault="000F5722" w:rsidP="000F5722">
            <w:pPr>
              <w:jc w:val="center"/>
              <w:rPr>
                <w:b/>
                <w:szCs w:val="20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  <w:tr w:rsidR="000F5722" w:rsidRPr="00430A56" w:rsidTr="000F5722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F5722" w:rsidRPr="00530F6B" w:rsidRDefault="000F5722" w:rsidP="001C3574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768" w:type="dxa"/>
            <w:shd w:val="clear" w:color="auto" w:fill="auto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228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5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1944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  <w:tc>
          <w:tcPr>
            <w:tcW w:w="2917" w:type="dxa"/>
          </w:tcPr>
          <w:p w:rsidR="000F5722" w:rsidRPr="00430A56" w:rsidRDefault="000F5722" w:rsidP="001C3574">
            <w:pPr>
              <w:rPr>
                <w:sz w:val="22"/>
                <w:szCs w:val="22"/>
              </w:rPr>
            </w:pPr>
          </w:p>
        </w:tc>
      </w:tr>
    </w:tbl>
    <w:p w:rsidR="000F5722" w:rsidRPr="000F5722" w:rsidRDefault="000F5722" w:rsidP="000F5722">
      <w:pPr>
        <w:rPr>
          <w:b/>
          <w:szCs w:val="20"/>
        </w:rPr>
      </w:pPr>
    </w:p>
    <w:p w:rsidR="000F5722" w:rsidRPr="000F5722" w:rsidRDefault="000F5722" w:rsidP="000F5722">
      <w:pPr>
        <w:rPr>
          <w:b/>
          <w:sz w:val="24"/>
        </w:rPr>
      </w:pPr>
    </w:p>
    <w:p w:rsidR="00220070" w:rsidRDefault="00220070" w:rsidP="006C46F1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F5722">
      <w:pPr>
        <w:rPr>
          <w:b/>
        </w:rPr>
      </w:pPr>
    </w:p>
    <w:p w:rsidR="000B6779" w:rsidRDefault="000B6779" w:rsidP="000B6779">
      <w:pPr>
        <w:rPr>
          <w:b/>
        </w:rPr>
      </w:pPr>
    </w:p>
    <w:p w:rsidR="000B6779" w:rsidRDefault="000B6779" w:rsidP="000B6779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0B6779" w:rsidRPr="00DC1B90" w:rsidRDefault="000B6779" w:rsidP="000B677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0F5722" w:rsidRDefault="000F5722" w:rsidP="000F5722">
      <w:pPr>
        <w:rPr>
          <w:b/>
          <w:sz w:val="24"/>
          <w:szCs w:val="20"/>
        </w:rPr>
      </w:pPr>
      <w:r>
        <w:rPr>
          <w:b/>
        </w:rPr>
        <w:br w:type="page"/>
      </w:r>
      <w:r w:rsidRPr="000F5722">
        <w:rPr>
          <w:b/>
          <w:sz w:val="24"/>
        </w:rPr>
        <w:lastRenderedPageBreak/>
        <w:t xml:space="preserve">Počet osob odpovědných za vedení realizace stavby a minimální počet </w:t>
      </w:r>
      <w:r>
        <w:rPr>
          <w:b/>
          <w:sz w:val="24"/>
        </w:rPr>
        <w:t>pracovníků,</w:t>
      </w:r>
      <w:r w:rsidRPr="000F5722">
        <w:rPr>
          <w:b/>
          <w:sz w:val="24"/>
        </w:rPr>
        <w:t xml:space="preserve"> kteří se budou podílet na realizaci předmětu díla</w:t>
      </w:r>
      <w:r w:rsidR="00DE4BD8">
        <w:rPr>
          <w:b/>
          <w:sz w:val="24"/>
        </w:rPr>
        <w:t xml:space="preserve"> po celou dobu provádění </w:t>
      </w:r>
      <w:r w:rsidR="002208BE">
        <w:rPr>
          <w:b/>
          <w:sz w:val="24"/>
        </w:rPr>
        <w:t>prací</w:t>
      </w:r>
      <w:r w:rsidRPr="000F5722">
        <w:rPr>
          <w:b/>
          <w:sz w:val="24"/>
          <w:szCs w:val="20"/>
        </w:rPr>
        <w:t>:</w:t>
      </w:r>
    </w:p>
    <w:p w:rsidR="002F4471" w:rsidRDefault="002F4471" w:rsidP="000F5722">
      <w:pPr>
        <w:rPr>
          <w:b/>
          <w:sz w:val="24"/>
          <w:szCs w:val="20"/>
        </w:rPr>
      </w:pPr>
    </w:p>
    <w:p w:rsidR="002F4471" w:rsidRDefault="002F4471" w:rsidP="000F5722">
      <w:pPr>
        <w:rPr>
          <w:b/>
          <w:sz w:val="24"/>
          <w:szCs w:val="20"/>
        </w:rPr>
      </w:pPr>
    </w:p>
    <w:p w:rsidR="000F5722" w:rsidRDefault="000F5722" w:rsidP="000F5722">
      <w:pPr>
        <w:rPr>
          <w:b/>
          <w:sz w:val="24"/>
          <w:szCs w:val="20"/>
        </w:rPr>
      </w:pPr>
    </w:p>
    <w:tbl>
      <w:tblPr>
        <w:tblW w:w="14827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727"/>
        <w:gridCol w:w="5941"/>
        <w:gridCol w:w="6159"/>
      </w:tblGrid>
      <w:tr w:rsidR="002F4471" w:rsidRPr="00530F6B" w:rsidTr="00D13604">
        <w:trPr>
          <w:trHeight w:val="1362"/>
          <w:tblCellSpacing w:w="20" w:type="dxa"/>
        </w:trPr>
        <w:tc>
          <w:tcPr>
            <w:tcW w:w="2667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Popis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  <w:tc>
          <w:tcPr>
            <w:tcW w:w="5901" w:type="dxa"/>
            <w:shd w:val="clear" w:color="auto" w:fill="92D050"/>
            <w:vAlign w:val="center"/>
          </w:tcPr>
          <w:p w:rsidR="002F4471" w:rsidRDefault="002F4471" w:rsidP="002F4471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2F447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Počet osob</w:t>
            </w:r>
          </w:p>
        </w:tc>
        <w:tc>
          <w:tcPr>
            <w:tcW w:w="6099" w:type="dxa"/>
            <w:shd w:val="clear" w:color="auto" w:fill="92D050"/>
            <w:vAlign w:val="center"/>
          </w:tcPr>
          <w:p w:rsidR="002F4471" w:rsidRDefault="002F4471" w:rsidP="001C3574">
            <w:pPr>
              <w:jc w:val="center"/>
              <w:rPr>
                <w:b/>
                <w:szCs w:val="20"/>
              </w:rPr>
            </w:pP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Pozn.</w:t>
            </w:r>
          </w:p>
          <w:p w:rsidR="002F4471" w:rsidRPr="00530F6B" w:rsidRDefault="002F4471" w:rsidP="001C3574">
            <w:pPr>
              <w:jc w:val="center"/>
              <w:rPr>
                <w:b/>
                <w:szCs w:val="20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 xml:space="preserve">Počet osob </w:t>
            </w:r>
            <w:r w:rsidRPr="000F5722">
              <w:t>odpovědných za vedení realizace stavby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  <w:tr w:rsidR="002F4471" w:rsidRPr="00430A56" w:rsidTr="002F4471">
        <w:trPr>
          <w:trHeight w:val="567"/>
          <w:tblCellSpacing w:w="20" w:type="dxa"/>
        </w:trPr>
        <w:tc>
          <w:tcPr>
            <w:tcW w:w="2667" w:type="dxa"/>
            <w:shd w:val="clear" w:color="auto" w:fill="auto"/>
            <w:vAlign w:val="center"/>
          </w:tcPr>
          <w:p w:rsidR="002F4471" w:rsidRPr="000F5722" w:rsidRDefault="002F4471" w:rsidP="001C3574">
            <w:pPr>
              <w:jc w:val="center"/>
              <w:rPr>
                <w:sz w:val="22"/>
                <w:szCs w:val="22"/>
              </w:rPr>
            </w:pPr>
            <w:r>
              <w:t>M</w:t>
            </w:r>
            <w:r w:rsidRPr="000F5722">
              <w:t>inimální počet pracovníků, kteří se budou podílet na realizaci předmětu díla</w:t>
            </w:r>
            <w:r w:rsidRPr="000F5722">
              <w:rPr>
                <w:szCs w:val="20"/>
              </w:rPr>
              <w:t>:</w:t>
            </w:r>
          </w:p>
        </w:tc>
        <w:tc>
          <w:tcPr>
            <w:tcW w:w="5901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  <w:tc>
          <w:tcPr>
            <w:tcW w:w="6099" w:type="dxa"/>
          </w:tcPr>
          <w:p w:rsidR="002F4471" w:rsidRPr="00430A56" w:rsidRDefault="002F4471" w:rsidP="001C3574">
            <w:pPr>
              <w:rPr>
                <w:sz w:val="22"/>
                <w:szCs w:val="22"/>
              </w:rPr>
            </w:pPr>
          </w:p>
        </w:tc>
      </w:tr>
    </w:tbl>
    <w:p w:rsidR="00DC1B90" w:rsidRDefault="00DC1B90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0F5722" w:rsidRDefault="000F5722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P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D13604">
        <w:t>účastníka</w:t>
      </w:r>
    </w:p>
    <w:sectPr w:rsidR="00DC1B90" w:rsidRPr="00DC1B90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3C1" w:rsidRDefault="000C03C1">
      <w:r>
        <w:separator/>
      </w:r>
    </w:p>
  </w:endnote>
  <w:endnote w:type="continuationSeparator" w:id="0">
    <w:p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5EC" w:rsidRDefault="006835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745972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CF04BA" w:rsidRDefault="006835EC" w:rsidP="008F21AC">
    <w:pPr>
      <w:pStyle w:val="Zpat"/>
      <w:rPr>
        <w:b/>
        <w:caps/>
        <w:color w:val="E36C0A"/>
        <w:sz w:val="14"/>
        <w:szCs w:val="14"/>
      </w:rPr>
    </w:pPr>
    <w:r>
      <w:rPr>
        <w:b/>
        <w:caps/>
        <w:color w:val="00B050"/>
        <w:sz w:val="14"/>
        <w:szCs w:val="14"/>
      </w:rPr>
      <w:t xml:space="preserve">Oprava </w:t>
    </w:r>
    <w:r>
      <w:rPr>
        <w:b/>
        <w:caps/>
        <w:color w:val="00B050"/>
        <w:sz w:val="14"/>
        <w:szCs w:val="14"/>
      </w:rPr>
      <w:t>chodníku</w:t>
    </w:r>
    <w:bookmarkStart w:id="0" w:name="_GoBack"/>
    <w:bookmarkEnd w:id="0"/>
    <w:r w:rsidR="008F21AC" w:rsidRPr="00D13604">
      <w:rPr>
        <w:b/>
        <w:caps/>
        <w:color w:val="00B050"/>
        <w:sz w:val="14"/>
        <w:szCs w:val="14"/>
      </w:rPr>
      <w:t xml:space="preserve"> města Uherský Brod</w:t>
    </w:r>
    <w:r w:rsidR="00BA3380">
      <w:rPr>
        <w:b/>
        <w:caps/>
        <w:color w:val="00B050"/>
        <w:sz w:val="14"/>
        <w:szCs w:val="14"/>
      </w:rPr>
      <w:t xml:space="preserve"> v roce 202</w:t>
    </w:r>
    <w:r w:rsidR="00CC101A">
      <w:rPr>
        <w:b/>
        <w:caps/>
        <w:color w:val="00B050"/>
        <w:sz w:val="14"/>
        <w:szCs w:val="14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6D52D9" w:rsidP="00616971">
    <w:pPr>
      <w:pStyle w:val="Zpat"/>
      <w:rPr>
        <w:b/>
        <w:color w:val="00B050"/>
        <w:sz w:val="14"/>
        <w:szCs w:val="14"/>
      </w:rPr>
    </w:pPr>
    <w:r w:rsidRPr="00D13604">
      <w:rPr>
        <w:b/>
        <w:color w:val="00B050"/>
        <w:sz w:val="14"/>
        <w:szCs w:val="14"/>
      </w:rPr>
      <w:t>Veřejná zakázka malého rozsahu</w:t>
    </w:r>
  </w:p>
  <w:p w:rsidR="006D52D9" w:rsidRPr="00D13604" w:rsidRDefault="006D52D9" w:rsidP="00616971">
    <w:pPr>
      <w:pStyle w:val="Zpat"/>
      <w:rPr>
        <w:b/>
        <w:caps/>
        <w:color w:val="00B050"/>
        <w:sz w:val="14"/>
        <w:szCs w:val="14"/>
      </w:rPr>
    </w:pPr>
    <w:r w:rsidRPr="00D13604">
      <w:rPr>
        <w:b/>
        <w:caps/>
        <w:color w:val="00B050"/>
        <w:sz w:val="14"/>
        <w:szCs w:val="14"/>
      </w:rPr>
      <w:t xml:space="preserve">Oprava </w:t>
    </w:r>
    <w:r w:rsidR="00481BB9" w:rsidRPr="00D13604">
      <w:rPr>
        <w:b/>
        <w:caps/>
        <w:color w:val="00B050"/>
        <w:sz w:val="14"/>
        <w:szCs w:val="14"/>
      </w:rPr>
      <w:t xml:space="preserve">chodníků </w:t>
    </w:r>
    <w:r w:rsidR="00256C1E" w:rsidRPr="00D13604">
      <w:rPr>
        <w:b/>
        <w:caps/>
        <w:color w:val="00B050"/>
        <w:sz w:val="14"/>
        <w:szCs w:val="14"/>
      </w:rPr>
      <w:t>města Uherský Brod</w:t>
    </w:r>
    <w:r w:rsidR="00063549">
      <w:rPr>
        <w:b/>
        <w:caps/>
        <w:color w:val="00B050"/>
        <w:sz w:val="14"/>
        <w:szCs w:val="14"/>
      </w:rPr>
      <w:t xml:space="preserve"> v roce 202</w:t>
    </w:r>
    <w:r w:rsidR="00CC101A">
      <w:rPr>
        <w:b/>
        <w:caps/>
        <w:color w:val="00B050"/>
        <w:sz w:val="14"/>
        <w:szCs w:val="14"/>
      </w:rPr>
      <w:t>5</w:t>
    </w:r>
  </w:p>
  <w:p w:rsidR="006D52D9" w:rsidRDefault="006D52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3C1" w:rsidRDefault="000C03C1">
      <w:r>
        <w:separator/>
      </w:r>
    </w:p>
  </w:footnote>
  <w:footnote w:type="continuationSeparator" w:id="0">
    <w:p w:rsidR="000C03C1" w:rsidRDefault="000C0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5EC" w:rsidRDefault="006835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5EC" w:rsidRDefault="006835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3B5110ED" wp14:editId="30031BBB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3604">
      <w:rPr>
        <w:b/>
        <w:bCs/>
        <w:color w:val="00B050"/>
        <w:sz w:val="28"/>
        <w:szCs w:val="28"/>
      </w:rPr>
      <w:t>Technická kvalifikace</w:t>
    </w:r>
    <w:r w:rsidR="00256C1E" w:rsidRPr="00D13604">
      <w:rPr>
        <w:b/>
        <w:bCs/>
        <w:color w:val="00B050"/>
        <w:sz w:val="28"/>
        <w:szCs w:val="28"/>
      </w:rPr>
      <w:t xml:space="preserve"> – p</w:t>
    </w:r>
    <w:r w:rsidR="00974378" w:rsidRPr="00D13604">
      <w:rPr>
        <w:b/>
        <w:bCs/>
        <w:color w:val="00B050"/>
        <w:sz w:val="28"/>
        <w:szCs w:val="28"/>
      </w:rPr>
      <w:t xml:space="preserve">říloha č. </w:t>
    </w:r>
    <w:r w:rsidR="001347F9">
      <w:rPr>
        <w:b/>
        <w:bCs/>
        <w:color w:val="00B050"/>
        <w:sz w:val="28"/>
        <w:szCs w:val="28"/>
      </w:rPr>
      <w:t>2</w:t>
    </w:r>
    <w:r w:rsidR="006D52D9" w:rsidRPr="00D13604">
      <w:rPr>
        <w:b/>
        <w:bCs/>
        <w:color w:val="00B050"/>
        <w:sz w:val="28"/>
        <w:szCs w:val="28"/>
      </w:rPr>
      <w:t xml:space="preserve"> </w:t>
    </w:r>
  </w:p>
  <w:p w:rsidR="006D52D9" w:rsidRPr="00D13604" w:rsidRDefault="00D13604" w:rsidP="006C46F1">
    <w:pPr>
      <w:pStyle w:val="Zhlav"/>
      <w:tabs>
        <w:tab w:val="left" w:pos="2580"/>
        <w:tab w:val="left" w:pos="2985"/>
      </w:tabs>
      <w:spacing w:after="120" w:line="276" w:lineRule="auto"/>
      <w:rPr>
        <w:color w:val="00B050"/>
      </w:rPr>
    </w:pPr>
    <w:r w:rsidRPr="00D13604">
      <w:rPr>
        <w:b/>
        <w:caps/>
        <w:color w:val="00B050"/>
        <w:sz w:val="24"/>
      </w:rPr>
      <w:tab/>
    </w:r>
    <w:r w:rsidRPr="00D13604">
      <w:rPr>
        <w:b/>
        <w:caps/>
        <w:color w:val="00B050"/>
        <w:sz w:val="24"/>
      </w:rPr>
      <w:tab/>
      <w:t xml:space="preserve">           </w:t>
    </w:r>
    <w:r w:rsidR="006D52D9" w:rsidRPr="00D13604">
      <w:rPr>
        <w:b/>
        <w:caps/>
        <w:color w:val="00B050"/>
        <w:sz w:val="24"/>
      </w:rPr>
      <w:t>Veřejná zakázka: Oprava</w:t>
    </w:r>
    <w:r w:rsidR="00423573" w:rsidRPr="00D13604">
      <w:rPr>
        <w:b/>
        <w:caps/>
        <w:color w:val="00B050"/>
        <w:sz w:val="24"/>
      </w:rPr>
      <w:t xml:space="preserve"> </w:t>
    </w:r>
    <w:r w:rsidR="006D52D9" w:rsidRPr="00D13604">
      <w:rPr>
        <w:b/>
        <w:caps/>
        <w:color w:val="00B050"/>
        <w:sz w:val="24"/>
      </w:rPr>
      <w:t>chodník</w:t>
    </w:r>
    <w:r w:rsidR="006835EC">
      <w:rPr>
        <w:b/>
        <w:caps/>
        <w:color w:val="00B050"/>
        <w:sz w:val="24"/>
      </w:rPr>
      <w:t>u</w:t>
    </w:r>
    <w:r w:rsidR="006D52D9" w:rsidRPr="00D13604">
      <w:rPr>
        <w:b/>
        <w:caps/>
        <w:color w:val="00B050"/>
        <w:sz w:val="24"/>
      </w:rPr>
      <w:t xml:space="preserve"> </w:t>
    </w:r>
    <w:r w:rsidR="00256C1E" w:rsidRPr="00D13604">
      <w:rPr>
        <w:b/>
        <w:caps/>
        <w:color w:val="00B050"/>
        <w:sz w:val="24"/>
      </w:rPr>
      <w:t>města Uherský Brod</w:t>
    </w:r>
    <w:r w:rsidR="00481BB9" w:rsidRPr="00D13604">
      <w:rPr>
        <w:b/>
        <w:caps/>
        <w:color w:val="00B050"/>
        <w:sz w:val="24"/>
      </w:rPr>
      <w:t xml:space="preserve"> </w:t>
    </w:r>
    <w:r w:rsidR="00895AC0">
      <w:rPr>
        <w:b/>
        <w:caps/>
        <w:color w:val="00B050"/>
        <w:sz w:val="24"/>
      </w:rPr>
      <w:t xml:space="preserve">v roce </w:t>
    </w:r>
    <w:r w:rsidR="00063549">
      <w:rPr>
        <w:b/>
        <w:caps/>
        <w:color w:val="00B050"/>
        <w:sz w:val="24"/>
      </w:rPr>
      <w:t>202</w:t>
    </w:r>
    <w:r w:rsidR="00CC101A">
      <w:rPr>
        <w:b/>
        <w:caps/>
        <w:color w:val="00B050"/>
        <w:sz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04F42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19C2"/>
    <w:rsid w:val="00063549"/>
    <w:rsid w:val="0006639B"/>
    <w:rsid w:val="00075B83"/>
    <w:rsid w:val="00084314"/>
    <w:rsid w:val="000924F2"/>
    <w:rsid w:val="000A2AF3"/>
    <w:rsid w:val="000A43F9"/>
    <w:rsid w:val="000A754F"/>
    <w:rsid w:val="000B094D"/>
    <w:rsid w:val="000B1AC4"/>
    <w:rsid w:val="000B3133"/>
    <w:rsid w:val="000B6779"/>
    <w:rsid w:val="000C03C1"/>
    <w:rsid w:val="000C2E90"/>
    <w:rsid w:val="000C6A1C"/>
    <w:rsid w:val="000D1112"/>
    <w:rsid w:val="000D7033"/>
    <w:rsid w:val="000D7E0A"/>
    <w:rsid w:val="000E4D02"/>
    <w:rsid w:val="000E7543"/>
    <w:rsid w:val="000E7D0C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40D"/>
    <w:rsid w:val="0012256E"/>
    <w:rsid w:val="00130577"/>
    <w:rsid w:val="00130DD3"/>
    <w:rsid w:val="001347F9"/>
    <w:rsid w:val="00140728"/>
    <w:rsid w:val="0014289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2000F5"/>
    <w:rsid w:val="002029E6"/>
    <w:rsid w:val="002038A9"/>
    <w:rsid w:val="00220070"/>
    <w:rsid w:val="002208BE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7476"/>
    <w:rsid w:val="00241700"/>
    <w:rsid w:val="00242E57"/>
    <w:rsid w:val="00252035"/>
    <w:rsid w:val="00256C1E"/>
    <w:rsid w:val="00265675"/>
    <w:rsid w:val="00265BBF"/>
    <w:rsid w:val="00266E73"/>
    <w:rsid w:val="00272FDE"/>
    <w:rsid w:val="00273C50"/>
    <w:rsid w:val="00276DEB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471"/>
    <w:rsid w:val="002F4893"/>
    <w:rsid w:val="002F6D90"/>
    <w:rsid w:val="002F7695"/>
    <w:rsid w:val="00305C9A"/>
    <w:rsid w:val="00306309"/>
    <w:rsid w:val="003131E0"/>
    <w:rsid w:val="0031345F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56C5C"/>
    <w:rsid w:val="00360AA9"/>
    <w:rsid w:val="00361155"/>
    <w:rsid w:val="00364872"/>
    <w:rsid w:val="00366B90"/>
    <w:rsid w:val="00366BEC"/>
    <w:rsid w:val="00372DAA"/>
    <w:rsid w:val="0037321B"/>
    <w:rsid w:val="00377F55"/>
    <w:rsid w:val="00384A0C"/>
    <w:rsid w:val="003874BB"/>
    <w:rsid w:val="00390F40"/>
    <w:rsid w:val="00391E9B"/>
    <w:rsid w:val="00393B4F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48A3"/>
    <w:rsid w:val="00423573"/>
    <w:rsid w:val="00426D7D"/>
    <w:rsid w:val="00427A55"/>
    <w:rsid w:val="00431684"/>
    <w:rsid w:val="00433982"/>
    <w:rsid w:val="00435ACB"/>
    <w:rsid w:val="0044093E"/>
    <w:rsid w:val="00451F4D"/>
    <w:rsid w:val="004548D9"/>
    <w:rsid w:val="00457411"/>
    <w:rsid w:val="0047080B"/>
    <w:rsid w:val="0047521D"/>
    <w:rsid w:val="00477369"/>
    <w:rsid w:val="00481BB9"/>
    <w:rsid w:val="00483CEC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A9E"/>
    <w:rsid w:val="004C51D0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2E71"/>
    <w:rsid w:val="005438B5"/>
    <w:rsid w:val="005511E5"/>
    <w:rsid w:val="00552320"/>
    <w:rsid w:val="00557E76"/>
    <w:rsid w:val="00562457"/>
    <w:rsid w:val="00572899"/>
    <w:rsid w:val="00581B1F"/>
    <w:rsid w:val="005824F4"/>
    <w:rsid w:val="005877B2"/>
    <w:rsid w:val="00587A29"/>
    <w:rsid w:val="00592F9D"/>
    <w:rsid w:val="00593411"/>
    <w:rsid w:val="005946DF"/>
    <w:rsid w:val="00596D94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5EC"/>
    <w:rsid w:val="00683EA3"/>
    <w:rsid w:val="006860B0"/>
    <w:rsid w:val="00686BB9"/>
    <w:rsid w:val="00694B54"/>
    <w:rsid w:val="006A6D11"/>
    <w:rsid w:val="006B0EC5"/>
    <w:rsid w:val="006C06AD"/>
    <w:rsid w:val="006C11B6"/>
    <w:rsid w:val="006C33ED"/>
    <w:rsid w:val="006C46F1"/>
    <w:rsid w:val="006C75D8"/>
    <w:rsid w:val="006D3FB1"/>
    <w:rsid w:val="006D52A0"/>
    <w:rsid w:val="006D52D9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C1F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5F4B"/>
    <w:rsid w:val="007A7EFD"/>
    <w:rsid w:val="007B0B0A"/>
    <w:rsid w:val="007B64FC"/>
    <w:rsid w:val="007B7177"/>
    <w:rsid w:val="007C087E"/>
    <w:rsid w:val="007D04BA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5AC0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36C"/>
    <w:rsid w:val="008F1714"/>
    <w:rsid w:val="008F21AC"/>
    <w:rsid w:val="008F3BCE"/>
    <w:rsid w:val="008F487C"/>
    <w:rsid w:val="008F6722"/>
    <w:rsid w:val="00907AF8"/>
    <w:rsid w:val="0091141A"/>
    <w:rsid w:val="009131B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5363"/>
    <w:rsid w:val="00957868"/>
    <w:rsid w:val="00963450"/>
    <w:rsid w:val="00965614"/>
    <w:rsid w:val="00967FAF"/>
    <w:rsid w:val="00974378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1E25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7C10"/>
    <w:rsid w:val="00AD7FD1"/>
    <w:rsid w:val="00AE3F08"/>
    <w:rsid w:val="00AF49E7"/>
    <w:rsid w:val="00B01027"/>
    <w:rsid w:val="00B038D8"/>
    <w:rsid w:val="00B071DF"/>
    <w:rsid w:val="00B071F7"/>
    <w:rsid w:val="00B10745"/>
    <w:rsid w:val="00B112F9"/>
    <w:rsid w:val="00B13C91"/>
    <w:rsid w:val="00B20064"/>
    <w:rsid w:val="00B211AB"/>
    <w:rsid w:val="00B23CD7"/>
    <w:rsid w:val="00B323DC"/>
    <w:rsid w:val="00B36510"/>
    <w:rsid w:val="00B36C18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671F1"/>
    <w:rsid w:val="00B96744"/>
    <w:rsid w:val="00B9732A"/>
    <w:rsid w:val="00BA3380"/>
    <w:rsid w:val="00BA601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2A09"/>
    <w:rsid w:val="00C22D54"/>
    <w:rsid w:val="00C263C8"/>
    <w:rsid w:val="00C27EBA"/>
    <w:rsid w:val="00C30396"/>
    <w:rsid w:val="00C34C16"/>
    <w:rsid w:val="00C4267C"/>
    <w:rsid w:val="00C447E9"/>
    <w:rsid w:val="00C50776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EC9"/>
    <w:rsid w:val="00CB11ED"/>
    <w:rsid w:val="00CB401A"/>
    <w:rsid w:val="00CB582B"/>
    <w:rsid w:val="00CC101A"/>
    <w:rsid w:val="00CC4B8C"/>
    <w:rsid w:val="00CC5472"/>
    <w:rsid w:val="00CC778D"/>
    <w:rsid w:val="00CD320B"/>
    <w:rsid w:val="00CD6354"/>
    <w:rsid w:val="00CD706E"/>
    <w:rsid w:val="00CE000F"/>
    <w:rsid w:val="00CE05F7"/>
    <w:rsid w:val="00CF0326"/>
    <w:rsid w:val="00CF04BA"/>
    <w:rsid w:val="00CF2FD1"/>
    <w:rsid w:val="00CF375E"/>
    <w:rsid w:val="00CF4091"/>
    <w:rsid w:val="00D05ECD"/>
    <w:rsid w:val="00D06198"/>
    <w:rsid w:val="00D103A2"/>
    <w:rsid w:val="00D13604"/>
    <w:rsid w:val="00D15505"/>
    <w:rsid w:val="00D164FE"/>
    <w:rsid w:val="00D22624"/>
    <w:rsid w:val="00D25E99"/>
    <w:rsid w:val="00D30639"/>
    <w:rsid w:val="00D30F07"/>
    <w:rsid w:val="00D30F13"/>
    <w:rsid w:val="00D33AE2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A7909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3CE9"/>
    <w:rsid w:val="00F15143"/>
    <w:rsid w:val="00F15262"/>
    <w:rsid w:val="00F168DB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19ED"/>
    <w:rsid w:val="00FA6ED8"/>
    <w:rsid w:val="00FB481B"/>
    <w:rsid w:val="00FB4E0E"/>
    <w:rsid w:val="00FB60D0"/>
    <w:rsid w:val="00FB73AF"/>
    <w:rsid w:val="00FC36A0"/>
    <w:rsid w:val="00FD075F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F4D96AD2-59F0-47AE-BEC0-A9D68692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2DB94B3E</Template>
  <TotalTime>1</TotalTime>
  <Pages>4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3</cp:revision>
  <cp:lastPrinted>2016-02-22T08:45:00Z</cp:lastPrinted>
  <dcterms:created xsi:type="dcterms:W3CDTF">2025-08-15T11:15:00Z</dcterms:created>
  <dcterms:modified xsi:type="dcterms:W3CDTF">2025-08-21T05:28:00Z</dcterms:modified>
</cp:coreProperties>
</file>